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21" w:rsidRDefault="00830E9C" w:rsidP="00E12021">
      <w:pPr>
        <w:rPr>
          <w:b/>
          <w:noProof/>
        </w:rPr>
      </w:pPr>
      <w:r>
        <w:rPr>
          <w:b/>
          <w:noProof/>
        </w:rPr>
        <w:drawing>
          <wp:inline distT="0" distB="0" distL="0" distR="0">
            <wp:extent cx="9070975" cy="5657281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657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7680" w:rsidRPr="002E4127" w:rsidRDefault="00547680" w:rsidP="00E12021">
      <w:pPr>
        <w:rPr>
          <w:b/>
        </w:rPr>
      </w:pPr>
    </w:p>
    <w:p w:rsidR="00830E9C" w:rsidRDefault="00547680" w:rsidP="00830E9C">
      <w:r>
        <w:lastRenderedPageBreak/>
        <w:t>Elemental Composition Report for [M+H}+</w:t>
      </w:r>
      <w:bookmarkStart w:id="0" w:name="_GoBack"/>
      <w:bookmarkEnd w:id="0"/>
    </w:p>
    <w:p w:rsidR="00830E9C" w:rsidRDefault="00830E9C" w:rsidP="00830E9C">
      <w:r>
        <w:t>Single Mass Analysis</w:t>
      </w:r>
    </w:p>
    <w:p w:rsidR="00830E9C" w:rsidRDefault="00830E9C" w:rsidP="00830E9C">
      <w:r>
        <w:t>Tolerance = 5.0 PPM   /   DBE: min = -1.5, max = 100.0</w:t>
      </w:r>
    </w:p>
    <w:p w:rsidR="00830E9C" w:rsidRDefault="00830E9C" w:rsidP="00830E9C">
      <w:r>
        <w:t xml:space="preserve">Element prediction: Off </w:t>
      </w:r>
    </w:p>
    <w:p w:rsidR="00830E9C" w:rsidRDefault="00830E9C" w:rsidP="00830E9C">
      <w:r>
        <w:t>Number of isotope peaks used for i-FIT = 3</w:t>
      </w:r>
    </w:p>
    <w:p w:rsidR="00830E9C" w:rsidRDefault="00830E9C" w:rsidP="00830E9C"/>
    <w:p w:rsidR="00830E9C" w:rsidRDefault="00830E9C" w:rsidP="00830E9C">
      <w:proofErr w:type="spellStart"/>
      <w:r>
        <w:t>Monoisotopic</w:t>
      </w:r>
      <w:proofErr w:type="spellEnd"/>
      <w:r>
        <w:t xml:space="preserve"> Mass, Even Electron Ions</w:t>
      </w:r>
    </w:p>
    <w:p w:rsidR="00830E9C" w:rsidRDefault="00830E9C" w:rsidP="00830E9C">
      <w:r>
        <w:t xml:space="preserve">236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830E9C" w:rsidRDefault="00830E9C" w:rsidP="00830E9C">
      <w:r>
        <w:t>Elements Used:</w:t>
      </w:r>
    </w:p>
    <w:p w:rsidR="00830E9C" w:rsidRDefault="00830E9C" w:rsidP="00830E9C">
      <w:r>
        <w:t xml:space="preserve">C: 21-21    H: 0-100    N: 0-10    O: 0-10    S: 0-1    </w:t>
      </w:r>
    </w:p>
    <w:p w:rsidR="00830E9C" w:rsidRDefault="00830E9C" w:rsidP="00830E9C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830E9C" w:rsidRDefault="00830E9C" w:rsidP="00830E9C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830E9C" w:rsidRDefault="00830E9C" w:rsidP="00830E9C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E7069F" w:rsidRDefault="00830E9C" w:rsidP="00830E9C">
      <w:r>
        <w:t xml:space="preserve">382.1105   </w:t>
      </w:r>
      <w:r>
        <w:tab/>
        <w:t xml:space="preserve">382.1113       </w:t>
      </w:r>
      <w:r>
        <w:tab/>
        <w:t xml:space="preserve">-0.8     </w:t>
      </w:r>
      <w:r>
        <w:tab/>
        <w:t xml:space="preserve">-2.1     </w:t>
      </w:r>
      <w:r>
        <w:tab/>
        <w:t xml:space="preserve">12.5     </w:t>
      </w:r>
      <w:r>
        <w:tab/>
        <w:t xml:space="preserve">138.3      </w:t>
      </w:r>
      <w:r>
        <w:tab/>
        <w:t xml:space="preserve">0.0          </w:t>
      </w:r>
      <w:r>
        <w:tab/>
      </w:r>
      <w:proofErr w:type="gramStart"/>
      <w:r>
        <w:t>C21  H20</w:t>
      </w:r>
      <w:proofErr w:type="gramEnd"/>
      <w:r>
        <w:t xml:space="preserve">  N  O4  S</w:t>
      </w:r>
    </w:p>
    <w:sectPr w:rsidR="00E7069F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BA6"/>
    <w:rsid w:val="00016786"/>
    <w:rsid w:val="0002668B"/>
    <w:rsid w:val="00044EB7"/>
    <w:rsid w:val="000857EF"/>
    <w:rsid w:val="000955A1"/>
    <w:rsid w:val="000D7871"/>
    <w:rsid w:val="000E1944"/>
    <w:rsid w:val="00103C97"/>
    <w:rsid w:val="001771E0"/>
    <w:rsid w:val="00191832"/>
    <w:rsid w:val="001B10D4"/>
    <w:rsid w:val="00205485"/>
    <w:rsid w:val="00275043"/>
    <w:rsid w:val="00275BFF"/>
    <w:rsid w:val="002B1B41"/>
    <w:rsid w:val="002C5499"/>
    <w:rsid w:val="002D11FE"/>
    <w:rsid w:val="002E4127"/>
    <w:rsid w:val="00300173"/>
    <w:rsid w:val="0034683B"/>
    <w:rsid w:val="003716DE"/>
    <w:rsid w:val="003D2E5F"/>
    <w:rsid w:val="003F3553"/>
    <w:rsid w:val="004273AD"/>
    <w:rsid w:val="004452F6"/>
    <w:rsid w:val="004963B3"/>
    <w:rsid w:val="004C2A0A"/>
    <w:rsid w:val="004F17D2"/>
    <w:rsid w:val="00547680"/>
    <w:rsid w:val="005848B2"/>
    <w:rsid w:val="00595483"/>
    <w:rsid w:val="005E372B"/>
    <w:rsid w:val="005E472C"/>
    <w:rsid w:val="006609E2"/>
    <w:rsid w:val="0067496A"/>
    <w:rsid w:val="0068748F"/>
    <w:rsid w:val="006A35E5"/>
    <w:rsid w:val="006A603D"/>
    <w:rsid w:val="006D4ECC"/>
    <w:rsid w:val="006E3172"/>
    <w:rsid w:val="00700F8C"/>
    <w:rsid w:val="00733C40"/>
    <w:rsid w:val="00741C42"/>
    <w:rsid w:val="00754C5D"/>
    <w:rsid w:val="007812B3"/>
    <w:rsid w:val="007F528C"/>
    <w:rsid w:val="00830E9C"/>
    <w:rsid w:val="00846666"/>
    <w:rsid w:val="00852CA7"/>
    <w:rsid w:val="00915C6D"/>
    <w:rsid w:val="00933B94"/>
    <w:rsid w:val="00940BC5"/>
    <w:rsid w:val="00947402"/>
    <w:rsid w:val="0097317D"/>
    <w:rsid w:val="009B1EA1"/>
    <w:rsid w:val="009B5441"/>
    <w:rsid w:val="009B6380"/>
    <w:rsid w:val="009D6CE4"/>
    <w:rsid w:val="009F573B"/>
    <w:rsid w:val="00A02F11"/>
    <w:rsid w:val="00A07ACB"/>
    <w:rsid w:val="00A37192"/>
    <w:rsid w:val="00A54EEE"/>
    <w:rsid w:val="00A83BFF"/>
    <w:rsid w:val="00A85747"/>
    <w:rsid w:val="00AE64B6"/>
    <w:rsid w:val="00B00822"/>
    <w:rsid w:val="00B023B8"/>
    <w:rsid w:val="00B11E83"/>
    <w:rsid w:val="00B22530"/>
    <w:rsid w:val="00B36485"/>
    <w:rsid w:val="00B53D6C"/>
    <w:rsid w:val="00B623DA"/>
    <w:rsid w:val="00B631D3"/>
    <w:rsid w:val="00B8191B"/>
    <w:rsid w:val="00B832A2"/>
    <w:rsid w:val="00BF0610"/>
    <w:rsid w:val="00C2114A"/>
    <w:rsid w:val="00C32525"/>
    <w:rsid w:val="00C603E2"/>
    <w:rsid w:val="00CA1BF6"/>
    <w:rsid w:val="00CC659B"/>
    <w:rsid w:val="00D027AD"/>
    <w:rsid w:val="00D14200"/>
    <w:rsid w:val="00D31B42"/>
    <w:rsid w:val="00D702E7"/>
    <w:rsid w:val="00D97F57"/>
    <w:rsid w:val="00DA4603"/>
    <w:rsid w:val="00DB1BA6"/>
    <w:rsid w:val="00DB24E5"/>
    <w:rsid w:val="00E12021"/>
    <w:rsid w:val="00E42D65"/>
    <w:rsid w:val="00E557E0"/>
    <w:rsid w:val="00E7069F"/>
    <w:rsid w:val="00E751C4"/>
    <w:rsid w:val="00E80910"/>
    <w:rsid w:val="00E81B63"/>
    <w:rsid w:val="00E85F0E"/>
    <w:rsid w:val="00E9388B"/>
    <w:rsid w:val="00F2604D"/>
    <w:rsid w:val="00F4755A"/>
    <w:rsid w:val="00FA5DA5"/>
    <w:rsid w:val="00FB2029"/>
    <w:rsid w:val="00FF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2023-10-02T09:31:00Z</dcterms:created>
  <dcterms:modified xsi:type="dcterms:W3CDTF">2023-10-02T09:31:00Z</dcterms:modified>
</cp:coreProperties>
</file>